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91AAE6D-6382-4D14-924F-A9BFE78E881C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